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F23F711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61783B0" w14:textId="4852340F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9CE34AF54D0A244996C608ACC5BFF55A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0-1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6949BF">
                  <w:rPr>
                    <w:rStyle w:val="Dokumentdatum"/>
                  </w:rPr>
                  <w:t>13. Oktober 2022</w:t>
                </w:r>
              </w:sdtContent>
            </w:sdt>
          </w:p>
        </w:tc>
      </w:tr>
      <w:tr w:rsidR="00FD0FC0" w:rsidRPr="00D5446F" w14:paraId="101CC24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1CA11E2" w14:textId="57719BBC" w:rsidR="00025DF7" w:rsidRPr="00D5446F" w:rsidRDefault="008C54F0" w:rsidP="00104446">
            <w:pPr>
              <w:pStyle w:val="Betreff"/>
            </w:pPr>
            <w:r w:rsidRPr="008C54F0">
              <w:rPr>
                <w:lang w:val="fr-FR"/>
              </w:rPr>
              <w:t>Revo.PRIME von GEZE: Designorientierte Premiumlösung für Karusselltüren</w:t>
            </w:r>
          </w:p>
        </w:tc>
      </w:tr>
    </w:tbl>
    <w:p w14:paraId="3A54DF1A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64FFB7B8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4137EE6D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19C2AA9C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5C17E26F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0DBD663D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B56AC45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71B94C7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8277B9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1E71B92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607FAD7" w14:textId="6C347C9F" w:rsidR="00104446" w:rsidRDefault="00CF2863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1254D463" wp14:editId="40F206FC">
                  <wp:extent cx="2303812" cy="1440000"/>
                  <wp:effectExtent l="0" t="0" r="0" b="0"/>
                  <wp:docPr id="3" name="Grafik 3" descr="Ein Bild, das Gebäude, Na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Gebäude, Nach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2EEB49" w14:textId="5F89FF73" w:rsidR="00104446" w:rsidRPr="008C54F0" w:rsidRDefault="008C54F0" w:rsidP="008C54F0">
            <w:pPr>
              <w:rPr>
                <w:rFonts w:cs="Arial"/>
                <w:color w:val="002364"/>
                <w:sz w:val="20"/>
                <w:szCs w:val="20"/>
              </w:rPr>
            </w:pPr>
            <w:r w:rsidRPr="008C54F0"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r w:rsidR="00CF2863">
              <w:rPr>
                <w:color w:val="002364"/>
                <w:sz w:val="20"/>
                <w:szCs w:val="20"/>
                <w:lang w:val="fr-FR"/>
              </w:rPr>
              <w:t>bringt</w:t>
            </w:r>
            <w:r w:rsidR="00CF2863" w:rsidRPr="008C54F0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="00CF2863">
              <w:rPr>
                <w:color w:val="002364"/>
                <w:sz w:val="20"/>
                <w:szCs w:val="20"/>
                <w:lang w:val="fr-FR"/>
              </w:rPr>
              <w:t xml:space="preserve">mit der Revo.PRIME </w:t>
            </w:r>
            <w:r w:rsidRPr="008C54F0">
              <w:rPr>
                <w:color w:val="002364"/>
                <w:sz w:val="20"/>
                <w:szCs w:val="20"/>
                <w:lang w:val="fr-FR"/>
              </w:rPr>
              <w:t>eine neue designorientierte Karusselltürlösung</w:t>
            </w:r>
            <w:r w:rsidR="00CF2863">
              <w:rPr>
                <w:color w:val="002364"/>
                <w:sz w:val="20"/>
                <w:szCs w:val="20"/>
                <w:lang w:val="fr-FR"/>
              </w:rPr>
              <w:t xml:space="preserve"> auf den Markt.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2053FEB" w14:textId="59749EEC" w:rsidR="00104446" w:rsidRPr="00104446" w:rsidRDefault="008C54F0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5DB87673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BD97334" w14:textId="67B05F55" w:rsidR="00862803" w:rsidRDefault="00000257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796343D2" wp14:editId="702DCE71">
                  <wp:extent cx="2303812" cy="1440000"/>
                  <wp:effectExtent l="0" t="0" r="0" b="0"/>
                  <wp:docPr id="4" name="Grafik 4" descr="Ein Bild, das drinnen, Boden, Gebäude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drinnen, Boden, Gebäude, Wan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6C6EEB" w14:textId="75B1A0E4" w:rsidR="00000257" w:rsidRPr="00F03FD4" w:rsidRDefault="00000257" w:rsidP="00F03FD4">
            <w:pPr>
              <w:rPr>
                <w:color w:val="002364"/>
                <w:sz w:val="20"/>
                <w:szCs w:val="20"/>
              </w:rPr>
            </w:pPr>
            <w:r w:rsidRPr="0094412F">
              <w:rPr>
                <w:color w:val="002060"/>
                <w:sz w:val="20"/>
                <w:szCs w:val="20"/>
              </w:rPr>
              <w:t>Die Revo.PRIME sorgt für eine geringere Belastung durch Schmutz und Lärm und eliminiert Zuglufterscheinungen nahezu komplett.</w:t>
            </w:r>
          </w:p>
          <w:p w14:paraId="30254E6F" w14:textId="198D8590" w:rsidR="00862803" w:rsidRPr="008C54F0" w:rsidRDefault="00862803" w:rsidP="00862803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23EC92D" w14:textId="6CBA1DEC" w:rsidR="00862803" w:rsidRPr="00104446" w:rsidRDefault="008C54F0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4678011D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8A4EEF9" w14:textId="3CCE88B5" w:rsidR="00000257" w:rsidRDefault="00000257" w:rsidP="0000025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0921FD68" wp14:editId="780343F0">
                  <wp:extent cx="2303812" cy="1440000"/>
                  <wp:effectExtent l="0" t="0" r="0" b="0"/>
                  <wp:docPr id="12" name="Grafik 12" descr="Ein Bild, das Tür, gefliest, U-Bah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ür, gefliest, U-Bah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708E17" w14:textId="25517F45" w:rsidR="00862803" w:rsidRPr="00000257" w:rsidRDefault="00000257" w:rsidP="00862803">
            <w:pPr>
              <w:rPr>
                <w:color w:val="002364"/>
                <w:sz w:val="20"/>
                <w:szCs w:val="20"/>
              </w:rPr>
            </w:pPr>
            <w:r w:rsidRPr="00F03FD4">
              <w:rPr>
                <w:color w:val="002364"/>
                <w:sz w:val="20"/>
                <w:szCs w:val="20"/>
              </w:rPr>
              <w:t>Die Revo.Prime ist durch ihre geringe Kranzhöhe von nur 75 mm und neue Deckenkonstruktion auch in beeng</w:t>
            </w:r>
            <w:r>
              <w:rPr>
                <w:color w:val="002364"/>
                <w:sz w:val="20"/>
                <w:szCs w:val="20"/>
              </w:rPr>
              <w:t>t</w:t>
            </w:r>
            <w:r w:rsidRPr="00F03FD4">
              <w:rPr>
                <w:color w:val="002364"/>
                <w:sz w:val="20"/>
                <w:szCs w:val="20"/>
              </w:rPr>
              <w:t>en Platzverhältnisse</w:t>
            </w:r>
            <w:r>
              <w:rPr>
                <w:color w:val="002364"/>
                <w:sz w:val="20"/>
                <w:szCs w:val="20"/>
              </w:rPr>
              <w:t>n</w:t>
            </w:r>
            <w:r w:rsidRPr="00F03FD4">
              <w:rPr>
                <w:color w:val="002364"/>
                <w:sz w:val="20"/>
                <w:szCs w:val="20"/>
              </w:rPr>
              <w:t xml:space="preserve"> einsetzbar.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B07D4B6" w14:textId="549D0E88" w:rsidR="00862803" w:rsidRPr="00104446" w:rsidRDefault="005D4DD0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65DA0A22" w14:textId="77777777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F17D9A" w14:textId="77777777" w:rsidR="00862803" w:rsidRDefault="00135060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1B1AD931" wp14:editId="1360A7B8">
                  <wp:extent cx="2303812" cy="1440000"/>
                  <wp:effectExtent l="0" t="0" r="0" b="0"/>
                  <wp:docPr id="5" name="Grafik 5" descr="Ein Bild, das Boden, drinnen, geflies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Boden, drinnen, geflies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CF9BD1" w14:textId="7C055742" w:rsidR="00072351" w:rsidRDefault="00072351" w:rsidP="00862803">
            <w:pPr>
              <w:jc w:val="center"/>
              <w:rPr>
                <w:rFonts w:cs="Arial"/>
                <w:color w:val="44546A" w:themeColor="text2"/>
              </w:rPr>
            </w:pP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B995215" w14:textId="5E777A91" w:rsidR="00862803" w:rsidRPr="005D4DD0" w:rsidRDefault="00135060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  <w:lang w:val="fr-FR"/>
              </w:rPr>
              <w:t>Ein</w:t>
            </w:r>
            <w:r w:rsidRPr="005D4DD0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="005D4DD0" w:rsidRPr="005D4DD0">
              <w:rPr>
                <w:color w:val="002364"/>
                <w:sz w:val="20"/>
                <w:szCs w:val="20"/>
                <w:lang w:val="fr-FR"/>
              </w:rPr>
              <w:t>bürstenlose</w:t>
            </w:r>
            <w:r>
              <w:rPr>
                <w:color w:val="002364"/>
                <w:sz w:val="20"/>
                <w:szCs w:val="20"/>
                <w:lang w:val="fr-FR"/>
              </w:rPr>
              <w:t>r</w:t>
            </w:r>
            <w:r w:rsidR="005D4DD0" w:rsidRPr="005D4DD0">
              <w:rPr>
                <w:color w:val="002364"/>
                <w:sz w:val="20"/>
                <w:szCs w:val="20"/>
                <w:lang w:val="fr-FR"/>
              </w:rPr>
              <w:t xml:space="preserve"> Gleichstrommotor sorgt für einen angenehmen Begehkomfort und ein besseres Laufverhalten der </w:t>
            </w:r>
            <w:r>
              <w:rPr>
                <w:color w:val="002364"/>
                <w:sz w:val="20"/>
                <w:szCs w:val="20"/>
                <w:lang w:val="fr-FR"/>
              </w:rPr>
              <w:t>Karusselltür.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3EEA91A" w14:textId="4BA3BB6A" w:rsidR="00862803" w:rsidRPr="00104446" w:rsidRDefault="005D4DD0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78C3A353" w14:textId="71BF9F09" w:rsidR="008F511E" w:rsidRDefault="008F511E" w:rsidP="00095819">
      <w:pPr>
        <w:rPr>
          <w:lang w:val="en-GB"/>
        </w:rPr>
      </w:pPr>
    </w:p>
    <w:p w14:paraId="5F450DDC" w14:textId="773198D8" w:rsidR="005D4DD0" w:rsidRDefault="005D4DD0" w:rsidP="00095819">
      <w:pPr>
        <w:rPr>
          <w:lang w:val="en-GB"/>
        </w:rPr>
      </w:pPr>
    </w:p>
    <w:p w14:paraId="44C19433" w14:textId="515F3A93" w:rsidR="005D4DD0" w:rsidRDefault="005D4DD0" w:rsidP="00095819">
      <w:pPr>
        <w:rPr>
          <w:lang w:val="en-GB"/>
        </w:rPr>
      </w:pPr>
    </w:p>
    <w:p w14:paraId="4D56EF45" w14:textId="1B260A0D" w:rsidR="005D4DD0" w:rsidRDefault="005D4DD0" w:rsidP="00095819">
      <w:pPr>
        <w:rPr>
          <w:lang w:val="en-GB"/>
        </w:rPr>
      </w:pPr>
    </w:p>
    <w:p w14:paraId="1D5C625A" w14:textId="7C35D110" w:rsidR="005D4DD0" w:rsidRDefault="005D4DD0" w:rsidP="00095819">
      <w:pPr>
        <w:rPr>
          <w:lang w:val="en-GB"/>
        </w:rPr>
      </w:pPr>
    </w:p>
    <w:p w14:paraId="26351340" w14:textId="3B704192" w:rsidR="005D4DD0" w:rsidRDefault="005D4DD0" w:rsidP="005D4DD0">
      <w:pPr>
        <w:rPr>
          <w:lang w:val="en-GB"/>
        </w:rPr>
      </w:pPr>
    </w:p>
    <w:p w14:paraId="5C90473E" w14:textId="77777777" w:rsidR="00D15DD3" w:rsidRPr="008F511E" w:rsidRDefault="00D15DD3" w:rsidP="005D4DD0">
      <w:pPr>
        <w:rPr>
          <w:lang w:val="en-GB"/>
        </w:rPr>
      </w:pPr>
    </w:p>
    <w:p w14:paraId="3F65EF64" w14:textId="77777777" w:rsidR="00D15DD3" w:rsidRPr="00D43B62" w:rsidRDefault="00D15DD3" w:rsidP="00D15DD3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49DB408" w14:textId="77777777" w:rsidR="00D15DD3" w:rsidRPr="00D43B62" w:rsidRDefault="00D15DD3" w:rsidP="00D15DD3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7110758A" w14:textId="77777777" w:rsidR="00D15DD3" w:rsidRDefault="00D15DD3" w:rsidP="00D15DD3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1F7A18C9" w14:textId="77777777" w:rsidR="00D15DD3" w:rsidRPr="008D7CFD" w:rsidRDefault="00D15DD3" w:rsidP="00D15DD3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2A158EFE" w14:textId="77777777" w:rsidR="00D15DD3" w:rsidRPr="007B19A4" w:rsidRDefault="00D15DD3" w:rsidP="00D15DD3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580"/>
        <w:gridCol w:w="3247"/>
        <w:gridCol w:w="1637"/>
      </w:tblGrid>
      <w:tr w:rsidR="00D15DD3" w:rsidRPr="008E4BE2" w14:paraId="2BB5F386" w14:textId="77777777" w:rsidTr="00D15DD3">
        <w:trPr>
          <w:trHeight w:val="426"/>
          <w:tblHeader/>
        </w:trPr>
        <w:tc>
          <w:tcPr>
            <w:tcW w:w="458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81B740D" w14:textId="77777777" w:rsidR="00D15DD3" w:rsidRPr="008E4BE2" w:rsidRDefault="00D15DD3" w:rsidP="00DE034F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lastRenderedPageBreak/>
              <w:t>BILD</w:t>
            </w:r>
          </w:p>
        </w:tc>
        <w:tc>
          <w:tcPr>
            <w:tcW w:w="324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03FDF07" w14:textId="77777777" w:rsidR="00D15DD3" w:rsidRPr="008E4BE2" w:rsidRDefault="00D15DD3" w:rsidP="00DE034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3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D5BF43F" w14:textId="77777777" w:rsidR="00D15DD3" w:rsidRPr="008E4BE2" w:rsidRDefault="00D15DD3" w:rsidP="00DE034F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D15DD3" w14:paraId="4F61C209" w14:textId="77777777" w:rsidTr="00D15DD3">
        <w:trPr>
          <w:trHeight w:val="2601"/>
        </w:trPr>
        <w:tc>
          <w:tcPr>
            <w:tcW w:w="458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E4C1EF6" w14:textId="41E6EC20" w:rsidR="00D15DD3" w:rsidRDefault="00866C40" w:rsidP="00DE03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032CFD43" wp14:editId="2DA4B267">
                  <wp:extent cx="2303812" cy="1440000"/>
                  <wp:effectExtent l="0" t="0" r="0" b="0"/>
                  <wp:docPr id="6" name="Grafik 6" descr="Ein Bild, das drinnen, Gebäude, le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innen, Gebäude, leer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94CC7EA" w14:textId="61773158" w:rsidR="00D15DD3" w:rsidRPr="00072351" w:rsidRDefault="00866C40" w:rsidP="00DE034F">
            <w:pPr>
              <w:rPr>
                <w:rFonts w:cs="Arial"/>
                <w:color w:val="002060"/>
                <w:sz w:val="20"/>
                <w:szCs w:val="20"/>
              </w:rPr>
            </w:pPr>
            <w:r w:rsidRPr="00072351">
              <w:rPr>
                <w:color w:val="002060"/>
                <w:sz w:val="20"/>
                <w:szCs w:val="20"/>
              </w:rPr>
              <w:t>Schmale Profilansichten mit nur 60 mm Höhe an Türflügel und Seitenteilen</w:t>
            </w:r>
            <w:sdt>
              <w:sdtPr>
                <w:rPr>
                  <w:color w:val="002060"/>
                  <w:sz w:val="20"/>
                  <w:szCs w:val="20"/>
                </w:rPr>
                <w:tag w:val="goog_rdk_10"/>
                <w:id w:val="1767345470"/>
              </w:sdtPr>
              <w:sdtContent>
                <w:r w:rsidRPr="00072351">
                  <w:rPr>
                    <w:color w:val="002060"/>
                    <w:sz w:val="20"/>
                    <w:szCs w:val="20"/>
                  </w:rPr>
                  <w:t xml:space="preserve"> </w:t>
                </w:r>
              </w:sdtContent>
            </w:sdt>
            <w:r w:rsidRPr="00072351">
              <w:rPr>
                <w:color w:val="002060"/>
                <w:sz w:val="20"/>
                <w:szCs w:val="20"/>
              </w:rPr>
              <w:t>erzeugen einen optisch ansprechenden Eindruck und erhöhen die Transparenz.</w:t>
            </w:r>
          </w:p>
        </w:tc>
        <w:tc>
          <w:tcPr>
            <w:tcW w:w="1637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19E424A" w14:textId="77777777" w:rsidR="00D15DD3" w:rsidRPr="00104446" w:rsidRDefault="00D15DD3" w:rsidP="00DE03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15DD3" w14:paraId="51324D1C" w14:textId="77777777" w:rsidTr="00D15DD3">
        <w:trPr>
          <w:trHeight w:val="2843"/>
        </w:trPr>
        <w:tc>
          <w:tcPr>
            <w:tcW w:w="458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5DB31A" w14:textId="7F1B8C23" w:rsidR="00D15DD3" w:rsidRDefault="00866C40" w:rsidP="00DE03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002364"/>
                <w:sz w:val="20"/>
                <w:szCs w:val="20"/>
                <w:lang w:val="fr-FR"/>
              </w:rPr>
              <w:drawing>
                <wp:inline distT="0" distB="0" distL="0" distR="0" wp14:anchorId="50A9D7F8" wp14:editId="3E6FB9AF">
                  <wp:extent cx="2303812" cy="1440000"/>
                  <wp:effectExtent l="0" t="0" r="0" b="0"/>
                  <wp:docPr id="7" name="Grafik 7" descr="Ein Bild, das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Gebäude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9ACD27F" w14:textId="06B46F02" w:rsidR="00000257" w:rsidRPr="00866C40" w:rsidRDefault="00000257" w:rsidP="00DE034F">
            <w:pPr>
              <w:rPr>
                <w:rFonts w:cs="Arial"/>
                <w:color w:val="002364"/>
                <w:sz w:val="20"/>
                <w:szCs w:val="20"/>
              </w:rPr>
            </w:pPr>
            <w:r w:rsidRPr="005D4DD0">
              <w:rPr>
                <w:color w:val="002364"/>
                <w:sz w:val="20"/>
                <w:szCs w:val="20"/>
                <w:lang w:val="fr-FR"/>
              </w:rPr>
              <w:t xml:space="preserve">Die neue Karuselltür spart durch </w:t>
            </w:r>
            <w:r>
              <w:rPr>
                <w:color w:val="002364"/>
                <w:sz w:val="20"/>
                <w:szCs w:val="20"/>
                <w:lang w:val="fr-FR"/>
              </w:rPr>
              <w:t>eine</w:t>
            </w:r>
            <w:r w:rsidRPr="005D4DD0">
              <w:rPr>
                <w:color w:val="002364"/>
                <w:sz w:val="20"/>
                <w:szCs w:val="20"/>
                <w:lang w:val="fr-FR"/>
              </w:rPr>
              <w:t xml:space="preserve"> reduzierte Leistungsaufnahme der Antriebsteile bis zu 30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 Prozent </w:t>
            </w:r>
            <w:r w:rsidRPr="005D4DD0">
              <w:rPr>
                <w:color w:val="002364"/>
                <w:sz w:val="20"/>
                <w:szCs w:val="20"/>
                <w:lang w:val="fr-FR"/>
              </w:rPr>
              <w:t>Energie.</w:t>
            </w:r>
          </w:p>
        </w:tc>
        <w:tc>
          <w:tcPr>
            <w:tcW w:w="1637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6143B44" w14:textId="77777777" w:rsidR="00D15DD3" w:rsidRPr="00104446" w:rsidRDefault="00D15DD3" w:rsidP="00DE03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7A23FC2" w14:textId="5F053000" w:rsidR="005D4DD0" w:rsidRPr="008F511E" w:rsidRDefault="005D4DD0" w:rsidP="00095819">
      <w:pPr>
        <w:rPr>
          <w:lang w:val="en-GB"/>
        </w:rPr>
      </w:pPr>
    </w:p>
    <w:sectPr w:rsidR="005D4DD0" w:rsidRPr="008F511E" w:rsidSect="0055126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E81B2" w14:textId="77777777" w:rsidR="00247573" w:rsidRDefault="00247573" w:rsidP="008D6134">
      <w:pPr>
        <w:spacing w:line="240" w:lineRule="auto"/>
      </w:pPr>
      <w:r>
        <w:separator/>
      </w:r>
    </w:p>
  </w:endnote>
  <w:endnote w:type="continuationSeparator" w:id="0">
    <w:p w14:paraId="1B521F9B" w14:textId="77777777" w:rsidR="00247573" w:rsidRDefault="00247573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90A1C" w14:textId="77777777" w:rsidR="00247573" w:rsidRDefault="00247573" w:rsidP="008D6134">
      <w:pPr>
        <w:spacing w:line="240" w:lineRule="auto"/>
      </w:pPr>
      <w:r>
        <w:separator/>
      </w:r>
    </w:p>
  </w:footnote>
  <w:footnote w:type="continuationSeparator" w:id="0">
    <w:p w14:paraId="09F81E76" w14:textId="77777777" w:rsidR="00247573" w:rsidRDefault="00247573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4579D8" w14:paraId="4C7A543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A9EE314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2CC1F47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BFE065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C54F0" w:rsidRPr="008B572B">
            <w:t>Presse</w:t>
          </w:r>
          <w:r>
            <w:fldChar w:fldCharType="end"/>
          </w:r>
          <w:r w:rsidR="00695278">
            <w:t>fotos</w:t>
          </w:r>
        </w:p>
        <w:p w14:paraId="2B47211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8BE51DB" w14:textId="77777777" w:rsidTr="00B556B7">
      <w:trPr>
        <w:trHeight w:hRule="exact" w:val="215"/>
      </w:trPr>
      <w:tc>
        <w:tcPr>
          <w:tcW w:w="7359" w:type="dxa"/>
        </w:tcPr>
        <w:p w14:paraId="4BD8D709" w14:textId="72A04CE5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0-13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6949BF">
                <w:t>13.10.2022</w:t>
              </w:r>
            </w:sdtContent>
          </w:sdt>
        </w:p>
      </w:tc>
    </w:tr>
  </w:tbl>
  <w:p w14:paraId="18571361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5F8F3B64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64983FC" wp14:editId="5D5941C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96801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4579D8" w14:paraId="6478F0B3" w14:textId="77777777" w:rsidTr="005A529F">
      <w:trPr>
        <w:trHeight w:hRule="exact" w:val="198"/>
      </w:trPr>
      <w:tc>
        <w:tcPr>
          <w:tcW w:w="7371" w:type="dxa"/>
        </w:tcPr>
        <w:p w14:paraId="1DE7E640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D8265ED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EB6FFDC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2E8D081F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43E147D" wp14:editId="1CA4D00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9CDADD3" wp14:editId="62927F9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85CC8D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934F110" wp14:editId="6F10B14D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B3A25D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636763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F0"/>
    <w:rsid w:val="00000257"/>
    <w:rsid w:val="0001564F"/>
    <w:rsid w:val="00025DF7"/>
    <w:rsid w:val="0005443A"/>
    <w:rsid w:val="00055891"/>
    <w:rsid w:val="00062822"/>
    <w:rsid w:val="00072351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35060"/>
    <w:rsid w:val="00161DD0"/>
    <w:rsid w:val="001673EE"/>
    <w:rsid w:val="001D1CA2"/>
    <w:rsid w:val="001F462D"/>
    <w:rsid w:val="00201A0D"/>
    <w:rsid w:val="00241027"/>
    <w:rsid w:val="00247573"/>
    <w:rsid w:val="002627A3"/>
    <w:rsid w:val="0029378C"/>
    <w:rsid w:val="00295C6C"/>
    <w:rsid w:val="002A2B85"/>
    <w:rsid w:val="002D4EAE"/>
    <w:rsid w:val="003023FF"/>
    <w:rsid w:val="0034254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579D8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D4DD0"/>
    <w:rsid w:val="0060196E"/>
    <w:rsid w:val="006333E9"/>
    <w:rsid w:val="00650096"/>
    <w:rsid w:val="00661485"/>
    <w:rsid w:val="00664CA4"/>
    <w:rsid w:val="006832A0"/>
    <w:rsid w:val="006949BF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66C40"/>
    <w:rsid w:val="008A2F5C"/>
    <w:rsid w:val="008B0A45"/>
    <w:rsid w:val="008B572B"/>
    <w:rsid w:val="008B5ABA"/>
    <w:rsid w:val="008C32F8"/>
    <w:rsid w:val="008C54F0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BE2FB2"/>
    <w:rsid w:val="00C222D9"/>
    <w:rsid w:val="00C3654A"/>
    <w:rsid w:val="00C405F5"/>
    <w:rsid w:val="00C4274B"/>
    <w:rsid w:val="00C65692"/>
    <w:rsid w:val="00CF2863"/>
    <w:rsid w:val="00D15DD3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03FD4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08CFB"/>
  <w15:docId w15:val="{487AAF0D-C08D-D749-B8CA-790DB970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CF2863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8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.lorch/Desktop/Pressefotos_Vorlage_202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E34AF54D0A244996C608ACC5BFF5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897E41-E3A6-574E-A2A7-A38D7E9AE437}"/>
      </w:docPartPr>
      <w:docPartBody>
        <w:p w:rsidR="00B336AD" w:rsidRDefault="006A745F">
          <w:pPr>
            <w:pStyle w:val="9CE34AF54D0A244996C608ACC5BFF55A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CE"/>
    <w:rsid w:val="006A745F"/>
    <w:rsid w:val="007E2230"/>
    <w:rsid w:val="009205D3"/>
    <w:rsid w:val="00992CA5"/>
    <w:rsid w:val="00A24914"/>
    <w:rsid w:val="00A64ECE"/>
    <w:rsid w:val="00B3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64ECE"/>
    <w:rPr>
      <w:color w:val="808080"/>
    </w:rPr>
  </w:style>
  <w:style w:type="paragraph" w:customStyle="1" w:styleId="9CE34AF54D0A244996C608ACC5BFF55A">
    <w:name w:val="9CE34AF54D0A244996C608ACC5BFF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2022-10-13T00:00:00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Pressefotos_Vorlage_2022.dotx</Template>
  <TotalTime>0</TotalTime>
  <Pages>3</Pages>
  <Words>159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6</cp:revision>
  <cp:lastPrinted>2019-11-28T10:39:00Z</cp:lastPrinted>
  <dcterms:created xsi:type="dcterms:W3CDTF">2022-06-13T14:21:00Z</dcterms:created>
  <dcterms:modified xsi:type="dcterms:W3CDTF">2022-10-04T10:35:00Z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